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0"/>
        <w:gridCol w:w="3013"/>
        <w:gridCol w:w="3783"/>
        <w:gridCol w:w="2558"/>
      </w:tblGrid>
      <w:tr w:rsidR="001A5D93" w:rsidTr="00E121D8">
        <w:trPr>
          <w:trHeight w:val="450"/>
        </w:trPr>
        <w:tc>
          <w:tcPr>
            <w:tcW w:w="850" w:type="dxa"/>
            <w:vMerge w:val="restart"/>
          </w:tcPr>
          <w:p w:rsidR="001A5D93" w:rsidRDefault="00126FD9" w:rsidP="00215E29">
            <w:pPr>
              <w:tabs>
                <w:tab w:val="left" w:pos="2520"/>
                <w:tab w:val="left" w:pos="5040"/>
                <w:tab w:val="right" w:pos="10204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>
                  <wp:extent cx="40005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</w:tcPr>
          <w:p w:rsidR="001A5D93" w:rsidRDefault="001A5D93" w:rsidP="00215E29">
            <w:pPr>
              <w:tabs>
                <w:tab w:val="left" w:pos="2520"/>
                <w:tab w:val="left" w:pos="5040"/>
                <w:tab w:val="right" w:pos="10204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15E29">
              <w:rPr>
                <w:rFonts w:ascii="Arial" w:hAnsi="Arial" w:cs="Arial"/>
                <w:sz w:val="16"/>
                <w:szCs w:val="16"/>
                <w:lang w:val="fr-CH"/>
              </w:rPr>
              <w:t xml:space="preserve">Athénée de </w:t>
            </w:r>
            <w:r>
              <w:rPr>
                <w:rFonts w:ascii="Arial" w:hAnsi="Arial" w:cs="Arial"/>
                <w:sz w:val="16"/>
                <w:szCs w:val="16"/>
                <w:lang w:val="fr-CH"/>
              </w:rPr>
              <w:t>Luxembourg</w:t>
            </w:r>
          </w:p>
          <w:p w:rsidR="001A5D93" w:rsidRDefault="001A5D93" w:rsidP="00215E29">
            <w:pPr>
              <w:tabs>
                <w:tab w:val="left" w:pos="2520"/>
                <w:tab w:val="left" w:pos="5040"/>
                <w:tab w:val="right" w:pos="10204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15E29">
              <w:rPr>
                <w:rFonts w:ascii="Arial" w:hAnsi="Arial" w:cs="Arial"/>
                <w:sz w:val="16"/>
                <w:szCs w:val="16"/>
                <w:lang w:val="fr-CH"/>
              </w:rPr>
              <w:t>24, bd Pierre Dupong</w:t>
            </w:r>
          </w:p>
          <w:p w:rsidR="001A5D93" w:rsidRDefault="001A5D93" w:rsidP="00215E29">
            <w:pPr>
              <w:tabs>
                <w:tab w:val="left" w:pos="2520"/>
                <w:tab w:val="left" w:pos="5040"/>
                <w:tab w:val="right" w:pos="10204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15E29">
              <w:rPr>
                <w:rFonts w:ascii="Arial" w:hAnsi="Arial" w:cs="Arial"/>
                <w:sz w:val="16"/>
                <w:szCs w:val="16"/>
                <w:lang w:val="fr-CH"/>
              </w:rPr>
              <w:t>L-1430 Luxembourg</w:t>
            </w:r>
          </w:p>
        </w:tc>
        <w:tc>
          <w:tcPr>
            <w:tcW w:w="3870" w:type="dxa"/>
            <w:shd w:val="clear" w:color="auto" w:fill="auto"/>
          </w:tcPr>
          <w:p w:rsidR="001A5D93" w:rsidRDefault="001A5D93" w:rsidP="007D4A8D">
            <w:pPr>
              <w:tabs>
                <w:tab w:val="left" w:pos="2520"/>
                <w:tab w:val="left" w:pos="5040"/>
                <w:tab w:val="right" w:pos="10204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2586" w:type="dxa"/>
            <w:shd w:val="clear" w:color="auto" w:fill="auto"/>
          </w:tcPr>
          <w:p w:rsidR="001A5D93" w:rsidRDefault="00CC6176" w:rsidP="00CC6176">
            <w:pPr>
              <w:tabs>
                <w:tab w:val="left" w:pos="2520"/>
                <w:tab w:val="left" w:pos="5040"/>
                <w:tab w:val="right" w:pos="10204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15E29">
              <w:rPr>
                <w:rFonts w:ascii="Arial" w:hAnsi="Arial" w:cs="Arial"/>
                <w:sz w:val="16"/>
                <w:szCs w:val="16"/>
                <w:lang w:val="fr-CH"/>
              </w:rPr>
              <w:t xml:space="preserve">Tél. : </w:t>
            </w:r>
            <w:r>
              <w:rPr>
                <w:rFonts w:ascii="Arial" w:hAnsi="Arial" w:cs="Arial"/>
                <w:sz w:val="16"/>
                <w:szCs w:val="16"/>
                <w:lang w:val="fr-CH"/>
              </w:rPr>
              <w:t xml:space="preserve">44 02 49 </w:t>
            </w:r>
            <w:r>
              <w:rPr>
                <w:rFonts w:ascii="Arial" w:hAnsi="Arial" w:cs="Arial"/>
                <w:sz w:val="16"/>
                <w:szCs w:val="16"/>
                <w:lang w:val="fr-CH"/>
              </w:rPr>
              <w:t>–</w:t>
            </w:r>
            <w:r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Pr="00215E29">
              <w:rPr>
                <w:rFonts w:ascii="Arial" w:hAnsi="Arial" w:cs="Arial"/>
                <w:sz w:val="16"/>
                <w:szCs w:val="16"/>
                <w:lang w:val="fr-CH"/>
              </w:rPr>
              <w:t>6100</w:t>
            </w:r>
            <w:r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="001A5D93" w:rsidRPr="00215E29">
              <w:rPr>
                <w:rFonts w:ascii="Arial" w:hAnsi="Arial" w:cs="Arial"/>
                <w:sz w:val="16"/>
                <w:szCs w:val="16"/>
                <w:lang w:val="fr-CH"/>
              </w:rPr>
              <w:t>Internet : www.al.lu</w:t>
            </w:r>
            <w:r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="001A5D93">
              <w:rPr>
                <w:rFonts w:ascii="Arial" w:hAnsi="Arial" w:cs="Arial"/>
                <w:sz w:val="16"/>
                <w:szCs w:val="16"/>
                <w:lang w:val="fr-CH"/>
              </w:rPr>
              <w:t>Email : secretariat@al.lu</w:t>
            </w:r>
          </w:p>
        </w:tc>
      </w:tr>
      <w:tr w:rsidR="001A5D93" w:rsidTr="00E121D8">
        <w:trPr>
          <w:trHeight w:val="450"/>
        </w:trPr>
        <w:tc>
          <w:tcPr>
            <w:tcW w:w="850" w:type="dxa"/>
            <w:vMerge/>
          </w:tcPr>
          <w:p w:rsidR="001A5D93" w:rsidRDefault="001A5D93" w:rsidP="00215E29">
            <w:pPr>
              <w:tabs>
                <w:tab w:val="left" w:pos="2520"/>
                <w:tab w:val="left" w:pos="5040"/>
                <w:tab w:val="right" w:pos="10204"/>
              </w:tabs>
            </w:pPr>
          </w:p>
        </w:tc>
        <w:tc>
          <w:tcPr>
            <w:tcW w:w="9516" w:type="dxa"/>
            <w:gridSpan w:val="3"/>
          </w:tcPr>
          <w:p w:rsidR="001A5D93" w:rsidRPr="00215E29" w:rsidRDefault="001A5D93" w:rsidP="00C13EFD">
            <w:pPr>
              <w:tabs>
                <w:tab w:val="center" w:pos="7070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</w:tbl>
    <w:p w:rsidR="00E121D8" w:rsidRPr="00FD6698" w:rsidRDefault="00E121D8" w:rsidP="00F4702D">
      <w:pPr>
        <w:spacing w:before="240"/>
        <w:jc w:val="center"/>
        <w:rPr>
          <w:rFonts w:ascii="Arial" w:hAnsi="Arial" w:cs="Arial"/>
          <w:b/>
          <w:sz w:val="32"/>
          <w:szCs w:val="32"/>
          <w:lang w:val="fr-CH"/>
        </w:rPr>
      </w:pPr>
      <w:r w:rsidRPr="00FD6698">
        <w:rPr>
          <w:rFonts w:ascii="Arial" w:hAnsi="Arial" w:cs="Arial"/>
          <w:b/>
          <w:sz w:val="32"/>
          <w:szCs w:val="32"/>
          <w:lang w:val="fr-CH"/>
        </w:rPr>
        <w:t xml:space="preserve">Fiche d’inscription en classe de </w:t>
      </w:r>
      <w:r>
        <w:rPr>
          <w:rFonts w:ascii="Arial" w:hAnsi="Arial" w:cs="Arial"/>
          <w:b/>
          <w:sz w:val="32"/>
          <w:szCs w:val="32"/>
          <w:lang w:val="fr-CH"/>
        </w:rPr>
        <w:fldChar w:fldCharType="begin">
          <w:ffData>
            <w:name w:val="Text1"/>
            <w:enabled/>
            <w:calcOnExit w:val="0"/>
            <w:textInput>
              <w:default w:val="______________"/>
            </w:textInput>
          </w:ffData>
        </w:fldChar>
      </w:r>
      <w:r>
        <w:rPr>
          <w:rFonts w:ascii="Arial" w:hAnsi="Arial" w:cs="Arial"/>
          <w:b/>
          <w:sz w:val="32"/>
          <w:szCs w:val="32"/>
          <w:lang w:val="fr-CH"/>
        </w:rPr>
        <w:instrText xml:space="preserve"> FORMTEXT </w:instrText>
      </w:r>
      <w:r>
        <w:rPr>
          <w:rFonts w:ascii="Arial" w:hAnsi="Arial" w:cs="Arial"/>
          <w:b/>
          <w:sz w:val="32"/>
          <w:szCs w:val="32"/>
          <w:lang w:val="fr-CH"/>
        </w:rPr>
      </w:r>
      <w:r>
        <w:rPr>
          <w:rFonts w:ascii="Arial" w:hAnsi="Arial" w:cs="Arial"/>
          <w:b/>
          <w:sz w:val="32"/>
          <w:szCs w:val="32"/>
          <w:lang w:val="fr-CH"/>
        </w:rPr>
        <w:fldChar w:fldCharType="separate"/>
      </w:r>
      <w:r>
        <w:rPr>
          <w:rFonts w:ascii="Arial" w:hAnsi="Arial" w:cs="Arial"/>
          <w:b/>
          <w:noProof/>
          <w:sz w:val="32"/>
          <w:szCs w:val="32"/>
          <w:lang w:val="fr-CH"/>
        </w:rPr>
        <w:t>______________</w:t>
      </w:r>
      <w:r>
        <w:rPr>
          <w:rFonts w:ascii="Arial" w:hAnsi="Arial" w:cs="Arial"/>
          <w:b/>
          <w:sz w:val="32"/>
          <w:szCs w:val="32"/>
          <w:lang w:val="fr-CH"/>
        </w:rPr>
        <w:fldChar w:fldCharType="end"/>
      </w:r>
    </w:p>
    <w:p w:rsidR="00E121D8" w:rsidRPr="00215E29" w:rsidRDefault="00E121D8" w:rsidP="00E121D8">
      <w:pPr>
        <w:spacing w:after="480"/>
        <w:ind w:left="6299" w:right="1383"/>
        <w:jc w:val="center"/>
        <w:rPr>
          <w:rFonts w:ascii="Arial" w:hAnsi="Arial" w:cs="Arial"/>
          <w:sz w:val="16"/>
          <w:szCs w:val="16"/>
          <w:lang w:val="fr-CH"/>
        </w:rPr>
      </w:pPr>
      <w:r w:rsidRPr="00FD6698">
        <w:rPr>
          <w:rFonts w:ascii="Arial" w:hAnsi="Arial" w:cs="Arial"/>
          <w:sz w:val="16"/>
          <w:szCs w:val="16"/>
          <w:lang w:val="fr-CH"/>
        </w:rPr>
        <w:t>année + section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E121D8" w:rsidRPr="00E121D8" w:rsidTr="00E121D8">
        <w:tc>
          <w:tcPr>
            <w:tcW w:w="10420" w:type="dxa"/>
          </w:tcPr>
          <w:p w:rsidR="00E121D8" w:rsidRPr="00E121D8" w:rsidRDefault="00E121D8" w:rsidP="00E121D8">
            <w:pPr>
              <w:spacing w:before="240"/>
              <w:jc w:val="center"/>
              <w:rPr>
                <w:rFonts w:ascii="Arial" w:hAnsi="Arial" w:cs="Arial"/>
                <w:b/>
                <w:sz w:val="28"/>
                <w:szCs w:val="28"/>
                <w:lang w:val="fr-CH"/>
              </w:rPr>
            </w:pPr>
            <w:r w:rsidRPr="00E121D8">
              <w:rPr>
                <w:rFonts w:ascii="Arial" w:hAnsi="Arial" w:cs="Arial"/>
                <w:b/>
                <w:sz w:val="28"/>
                <w:szCs w:val="28"/>
                <w:lang w:val="fr-CH"/>
              </w:rPr>
              <w:t>Données concernant l’élève</w:t>
            </w:r>
          </w:p>
        </w:tc>
      </w:tr>
    </w:tbl>
    <w:p w:rsidR="002176AC" w:rsidRPr="00393CEA" w:rsidRDefault="002176AC" w:rsidP="00E121D8">
      <w:pPr>
        <w:spacing w:before="48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Matricule nationale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1)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E45129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0" w:name="Text2"/>
      <w:r w:rsidR="00797564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2"/>
            <w:enabled/>
            <w:calcOnExit w:val="0"/>
            <w:textInput>
              <w:default w:val="______________________"/>
              <w:format w:val="UPPERCASE"/>
            </w:textInput>
          </w:ffData>
        </w:fldChar>
      </w:r>
      <w:r w:rsidR="00797564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797564">
        <w:rPr>
          <w:rFonts w:ascii="Arial" w:hAnsi="Arial" w:cs="Arial"/>
          <w:sz w:val="20"/>
          <w:szCs w:val="20"/>
          <w:lang w:val="fr-CH"/>
        </w:rPr>
      </w:r>
      <w:r w:rsidR="00797564">
        <w:rPr>
          <w:rFonts w:ascii="Arial" w:hAnsi="Arial" w:cs="Arial"/>
          <w:sz w:val="20"/>
          <w:szCs w:val="20"/>
          <w:lang w:val="fr-CH"/>
        </w:rPr>
        <w:fldChar w:fldCharType="separate"/>
      </w:r>
      <w:r w:rsidR="007D4A8D">
        <w:rPr>
          <w:rFonts w:ascii="Arial" w:hAnsi="Arial" w:cs="Arial"/>
          <w:noProof/>
          <w:sz w:val="20"/>
          <w:szCs w:val="20"/>
          <w:lang w:val="fr-CH"/>
        </w:rPr>
        <w:t>______________________</w:t>
      </w:r>
      <w:r w:rsidR="00797564">
        <w:rPr>
          <w:rFonts w:ascii="Arial" w:hAnsi="Arial" w:cs="Arial"/>
          <w:sz w:val="20"/>
          <w:szCs w:val="20"/>
          <w:lang w:val="fr-CH"/>
        </w:rPr>
        <w:fldChar w:fldCharType="end"/>
      </w:r>
      <w:bookmarkEnd w:id="0"/>
    </w:p>
    <w:p w:rsidR="002176AC" w:rsidRPr="00393CEA" w:rsidRDefault="002176AC" w:rsidP="00E121D8">
      <w:pPr>
        <w:tabs>
          <w:tab w:val="left" w:pos="5040"/>
        </w:tabs>
        <w:spacing w:before="12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Nom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1)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D1767D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1" w:name="Text3"/>
      <w:r w:rsidR="00B435E6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3"/>
            <w:enabled/>
            <w:calcOnExit w:val="0"/>
            <w:textInput>
              <w:default w:val="_____________________________________"/>
            </w:textInput>
          </w:ffData>
        </w:fldChar>
      </w:r>
      <w:r w:rsidR="00B435E6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B435E6">
        <w:rPr>
          <w:rFonts w:ascii="Arial" w:hAnsi="Arial" w:cs="Arial"/>
          <w:sz w:val="20"/>
          <w:szCs w:val="20"/>
          <w:lang w:val="fr-CH"/>
        </w:rPr>
      </w:r>
      <w:r w:rsidR="00B435E6">
        <w:rPr>
          <w:rFonts w:ascii="Arial" w:hAnsi="Arial" w:cs="Arial"/>
          <w:sz w:val="20"/>
          <w:szCs w:val="20"/>
          <w:lang w:val="fr-CH"/>
        </w:rPr>
        <w:fldChar w:fldCharType="separate"/>
      </w:r>
      <w:r w:rsidR="00B435E6">
        <w:rPr>
          <w:rFonts w:ascii="Arial" w:hAnsi="Arial" w:cs="Arial"/>
          <w:noProof/>
          <w:sz w:val="20"/>
          <w:szCs w:val="20"/>
          <w:lang w:val="fr-CH"/>
        </w:rPr>
        <w:t>_____________________________________</w:t>
      </w:r>
      <w:r w:rsidR="00B435E6">
        <w:rPr>
          <w:rFonts w:ascii="Arial" w:hAnsi="Arial" w:cs="Arial"/>
          <w:sz w:val="20"/>
          <w:szCs w:val="20"/>
          <w:lang w:val="fr-CH"/>
        </w:rPr>
        <w:fldChar w:fldCharType="end"/>
      </w:r>
      <w:bookmarkEnd w:id="1"/>
      <w:r w:rsidRPr="00393CEA">
        <w:rPr>
          <w:rFonts w:ascii="Arial" w:hAnsi="Arial" w:cs="Arial"/>
          <w:sz w:val="20"/>
          <w:szCs w:val="20"/>
          <w:lang w:val="fr-CH"/>
        </w:rPr>
        <w:tab/>
        <w:t>Prénom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1)</w:t>
      </w:r>
      <w:r w:rsidR="00D1767D" w:rsidRPr="00393CEA">
        <w:rPr>
          <w:rFonts w:ascii="Arial" w:hAnsi="Arial" w:cs="Arial"/>
          <w:sz w:val="20"/>
          <w:szCs w:val="20"/>
          <w:lang w:val="fr-CH"/>
        </w:rPr>
        <w:t xml:space="preserve"> : </w:t>
      </w:r>
      <w:r w:rsidR="00B435E6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"/>
            </w:textInput>
          </w:ffData>
        </w:fldChar>
      </w:r>
      <w:r w:rsidR="00B435E6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B435E6">
        <w:rPr>
          <w:rFonts w:ascii="Arial" w:hAnsi="Arial" w:cs="Arial"/>
          <w:sz w:val="20"/>
          <w:szCs w:val="20"/>
          <w:lang w:val="fr-CH"/>
        </w:rPr>
      </w:r>
      <w:r w:rsidR="00B435E6">
        <w:rPr>
          <w:rFonts w:ascii="Arial" w:hAnsi="Arial" w:cs="Arial"/>
          <w:sz w:val="20"/>
          <w:szCs w:val="20"/>
          <w:lang w:val="fr-CH"/>
        </w:rPr>
        <w:fldChar w:fldCharType="separate"/>
      </w:r>
      <w:r w:rsidR="00B435E6">
        <w:rPr>
          <w:rFonts w:ascii="Arial" w:hAnsi="Arial" w:cs="Arial"/>
          <w:noProof/>
          <w:sz w:val="20"/>
          <w:szCs w:val="20"/>
          <w:lang w:val="fr-CH"/>
        </w:rPr>
        <w:t>__________________________________</w:t>
      </w:r>
      <w:r w:rsidR="00B435E6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2176AC" w:rsidRPr="00393CEA" w:rsidRDefault="002176AC" w:rsidP="00E121D8">
      <w:pPr>
        <w:tabs>
          <w:tab w:val="left" w:pos="1080"/>
          <w:tab w:val="left" w:pos="37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Adresse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1)</w:t>
      </w:r>
      <w:r w:rsidRPr="00393CEA">
        <w:rPr>
          <w:rFonts w:ascii="Arial" w:hAnsi="Arial" w:cs="Arial"/>
          <w:sz w:val="20"/>
          <w:szCs w:val="20"/>
          <w:lang w:val="fr-CH"/>
        </w:rPr>
        <w:tab/>
        <w:t>No</w:t>
      </w:r>
      <w:r w:rsidR="00D92EFA" w:rsidRPr="00393CEA">
        <w:rPr>
          <w:rFonts w:ascii="Arial" w:hAnsi="Arial" w:cs="Arial"/>
          <w:sz w:val="20"/>
          <w:szCs w:val="20"/>
          <w:lang w:val="fr-CH"/>
        </w:rPr>
        <w:t xml:space="preserve"> : </w:t>
      </w:r>
      <w:bookmarkStart w:id="2" w:name="Text4"/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4"/>
            <w:enabled/>
            <w:calcOnExit w:val="0"/>
            <w:textInput>
              <w:default w:val="____"/>
            </w:textInput>
          </w:ffData>
        </w:fldChar>
      </w:r>
      <w:r w:rsidR="00D92EFA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D92EFA" w:rsidRPr="00393CEA">
        <w:rPr>
          <w:rFonts w:ascii="Arial" w:hAnsi="Arial" w:cs="Arial"/>
          <w:sz w:val="20"/>
          <w:szCs w:val="20"/>
          <w:lang w:val="fr-CH"/>
        </w:rPr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D92EFA" w:rsidRPr="00393CEA">
        <w:rPr>
          <w:rFonts w:ascii="Arial" w:hAnsi="Arial" w:cs="Arial"/>
          <w:noProof/>
          <w:sz w:val="20"/>
          <w:szCs w:val="20"/>
          <w:lang w:val="fr-CH"/>
        </w:rPr>
        <w:t>____</w:t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2"/>
      <w:r w:rsidRPr="00393CEA">
        <w:rPr>
          <w:rFonts w:ascii="Arial" w:hAnsi="Arial" w:cs="Arial"/>
          <w:sz w:val="20"/>
          <w:szCs w:val="20"/>
          <w:lang w:val="fr-CH"/>
        </w:rPr>
        <w:tab/>
        <w:t>Rue</w:t>
      </w:r>
      <w:r w:rsidR="00D92EFA" w:rsidRPr="00393CEA">
        <w:rPr>
          <w:rFonts w:ascii="Arial" w:hAnsi="Arial" w:cs="Arial"/>
          <w:sz w:val="20"/>
          <w:szCs w:val="20"/>
          <w:lang w:val="fr-CH"/>
        </w:rPr>
        <w:t xml:space="preserve"> : </w:t>
      </w:r>
      <w:bookmarkStart w:id="3" w:name="Text6"/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6"/>
            <w:enabled/>
            <w:calcOnExit w:val="0"/>
            <w:textInput>
              <w:default w:val="__________________________________________"/>
            </w:textInput>
          </w:ffData>
        </w:fldChar>
      </w:r>
      <w:r w:rsidR="00D92EFA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D92EFA" w:rsidRPr="00393CEA">
        <w:rPr>
          <w:rFonts w:ascii="Arial" w:hAnsi="Arial" w:cs="Arial"/>
          <w:sz w:val="20"/>
          <w:szCs w:val="20"/>
          <w:lang w:val="fr-CH"/>
        </w:rPr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D92EFA" w:rsidRPr="00393CEA">
        <w:rPr>
          <w:rFonts w:ascii="Arial" w:hAnsi="Arial" w:cs="Arial"/>
          <w:noProof/>
          <w:sz w:val="20"/>
          <w:szCs w:val="20"/>
          <w:lang w:val="fr-CH"/>
        </w:rPr>
        <w:t>__________________________________________</w:t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3"/>
    </w:p>
    <w:p w:rsidR="002176AC" w:rsidRPr="00393CEA" w:rsidRDefault="002176AC" w:rsidP="00E121D8">
      <w:pPr>
        <w:tabs>
          <w:tab w:val="left" w:pos="1080"/>
          <w:tab w:val="left" w:pos="37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ab/>
      </w:r>
      <w:r w:rsidR="00FB4942" w:rsidRPr="00393CEA">
        <w:rPr>
          <w:rFonts w:ascii="Arial" w:hAnsi="Arial" w:cs="Arial"/>
          <w:sz w:val="20"/>
          <w:szCs w:val="20"/>
          <w:lang w:val="fr-CH"/>
        </w:rPr>
        <w:t>Code postal :</w:t>
      </w:r>
      <w:r w:rsidR="00D92EFA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4" w:name="Text5"/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5"/>
            <w:enabled/>
            <w:calcOnExit w:val="0"/>
            <w:textInput>
              <w:default w:val="_______"/>
              <w:maxLength w:val="7"/>
            </w:textInput>
          </w:ffData>
        </w:fldChar>
      </w:r>
      <w:r w:rsidR="00D92EFA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D92EFA" w:rsidRPr="00393CEA">
        <w:rPr>
          <w:rFonts w:ascii="Arial" w:hAnsi="Arial" w:cs="Arial"/>
          <w:sz w:val="20"/>
          <w:szCs w:val="20"/>
          <w:lang w:val="fr-CH"/>
        </w:rPr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D92EFA" w:rsidRPr="00393CEA">
        <w:rPr>
          <w:rFonts w:ascii="Arial" w:hAnsi="Arial" w:cs="Arial"/>
          <w:noProof/>
          <w:sz w:val="20"/>
          <w:szCs w:val="20"/>
          <w:lang w:val="fr-CH"/>
        </w:rPr>
        <w:t>_______</w:t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4"/>
      <w:r w:rsidR="00FB4942" w:rsidRPr="00393CEA">
        <w:rPr>
          <w:rFonts w:ascii="Arial" w:hAnsi="Arial" w:cs="Arial"/>
          <w:sz w:val="20"/>
          <w:szCs w:val="20"/>
          <w:lang w:val="fr-CH"/>
        </w:rPr>
        <w:tab/>
        <w:t>Localité :</w:t>
      </w:r>
      <w:r w:rsidR="00D92EFA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5" w:name="Text7"/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7"/>
            <w:enabled/>
            <w:calcOnExit w:val="0"/>
            <w:textInput>
              <w:default w:val="_______________________________________"/>
            </w:textInput>
          </w:ffData>
        </w:fldChar>
      </w:r>
      <w:r w:rsidR="00D92EFA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D92EFA" w:rsidRPr="00393CEA">
        <w:rPr>
          <w:rFonts w:ascii="Arial" w:hAnsi="Arial" w:cs="Arial"/>
          <w:sz w:val="20"/>
          <w:szCs w:val="20"/>
          <w:lang w:val="fr-CH"/>
        </w:rPr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D92EFA" w:rsidRPr="00393CEA">
        <w:rPr>
          <w:rFonts w:ascii="Arial" w:hAnsi="Arial" w:cs="Arial"/>
          <w:noProof/>
          <w:sz w:val="20"/>
          <w:szCs w:val="20"/>
          <w:lang w:val="fr-CH"/>
        </w:rPr>
        <w:t>_______________________________________</w:t>
      </w:r>
      <w:r w:rsidR="00D92EFA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5"/>
    </w:p>
    <w:p w:rsidR="00A30494" w:rsidRPr="00393CEA" w:rsidRDefault="00A30494" w:rsidP="00E121D8">
      <w:pPr>
        <w:tabs>
          <w:tab w:val="left" w:pos="10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Pays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D92EFA" w:rsidRPr="00393CEA" w:rsidRDefault="002A7793" w:rsidP="00E121D8">
      <w:pPr>
        <w:tabs>
          <w:tab w:val="left" w:pos="1080"/>
          <w:tab w:val="left" w:pos="4680"/>
        </w:tabs>
        <w:spacing w:before="12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ab/>
      </w:r>
      <w:r w:rsidR="00D92EFA" w:rsidRPr="00393CEA">
        <w:rPr>
          <w:rFonts w:ascii="Arial" w:hAnsi="Arial" w:cs="Arial"/>
          <w:sz w:val="20"/>
          <w:szCs w:val="20"/>
          <w:lang w:val="fr-CH"/>
        </w:rPr>
        <w:t>GSM :</w:t>
      </w:r>
      <w:r w:rsidR="0040621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6" w:name="Text9"/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9"/>
            <w:enabled/>
            <w:calcOnExit w:val="0"/>
            <w:textInput>
              <w:default w:val="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bookmarkEnd w:id="6"/>
      <w:r w:rsidR="00D92EFA" w:rsidRPr="00393CEA">
        <w:rPr>
          <w:rFonts w:ascii="Arial" w:hAnsi="Arial" w:cs="Arial"/>
          <w:sz w:val="20"/>
          <w:szCs w:val="20"/>
          <w:lang w:val="fr-CH"/>
        </w:rPr>
        <w:tab/>
        <w:t>Email :</w:t>
      </w:r>
      <w:r w:rsidR="0040621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7" w:name="Text10"/>
      <w:r w:rsidR="007A521D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0"/>
            <w:enabled/>
            <w:calcOnExit w:val="0"/>
            <w:textInput>
              <w:default w:val="__________________"/>
            </w:textInput>
          </w:ffData>
        </w:fldChar>
      </w:r>
      <w:r w:rsidR="007A521D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7A521D" w:rsidRPr="00393CEA">
        <w:rPr>
          <w:rFonts w:ascii="Arial" w:hAnsi="Arial" w:cs="Arial"/>
          <w:sz w:val="20"/>
          <w:szCs w:val="20"/>
          <w:lang w:val="fr-CH"/>
        </w:rPr>
      </w:r>
      <w:r w:rsidR="007A521D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7A521D" w:rsidRPr="00393CEA">
        <w:rPr>
          <w:rFonts w:ascii="Arial" w:hAnsi="Arial" w:cs="Arial"/>
          <w:noProof/>
          <w:sz w:val="20"/>
          <w:szCs w:val="20"/>
          <w:lang w:val="fr-CH"/>
        </w:rPr>
        <w:t>__________________</w:t>
      </w:r>
      <w:r w:rsidR="007A521D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7"/>
      <w:r w:rsidR="007A521D" w:rsidRPr="00393CEA">
        <w:rPr>
          <w:rFonts w:ascii="Arial" w:hAnsi="Arial" w:cs="Arial"/>
          <w:sz w:val="20"/>
          <w:szCs w:val="20"/>
          <w:lang w:val="fr-CH"/>
        </w:rPr>
        <w:t xml:space="preserve"> @ </w:t>
      </w:r>
      <w:bookmarkStart w:id="8" w:name="Text11"/>
      <w:r w:rsidR="007A521D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1"/>
            <w:enabled/>
            <w:calcOnExit w:val="0"/>
            <w:textInput>
              <w:default w:val="_______________"/>
            </w:textInput>
          </w:ffData>
        </w:fldChar>
      </w:r>
      <w:r w:rsidR="007A521D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7A521D" w:rsidRPr="00393CEA">
        <w:rPr>
          <w:rFonts w:ascii="Arial" w:hAnsi="Arial" w:cs="Arial"/>
          <w:sz w:val="20"/>
          <w:szCs w:val="20"/>
          <w:lang w:val="fr-CH"/>
        </w:rPr>
      </w:r>
      <w:r w:rsidR="007A521D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7A521D" w:rsidRPr="00393CEA">
        <w:rPr>
          <w:rFonts w:ascii="Arial" w:hAnsi="Arial" w:cs="Arial"/>
          <w:noProof/>
          <w:sz w:val="20"/>
          <w:szCs w:val="20"/>
          <w:lang w:val="fr-CH"/>
        </w:rPr>
        <w:t>_______________</w:t>
      </w:r>
      <w:r w:rsidR="007A521D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8"/>
    </w:p>
    <w:p w:rsidR="00FB4942" w:rsidRPr="00393CEA" w:rsidRDefault="00FB4942" w:rsidP="00E121D8">
      <w:pPr>
        <w:spacing w:before="12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Nationalité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1)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9" w:name="Text12"/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2"/>
            <w:enabled/>
            <w:calcOnExit w:val="0"/>
            <w:textInput>
              <w:default w:val="____________________________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____________________________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9"/>
    </w:p>
    <w:p w:rsidR="00FB4942" w:rsidRPr="00393CEA" w:rsidRDefault="00FB4942" w:rsidP="00E121D8">
      <w:pPr>
        <w:tabs>
          <w:tab w:val="left" w:pos="5040"/>
        </w:tabs>
        <w:spacing w:before="12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Lieu de naissance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1)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bookmarkStart w:id="10" w:name="Text13"/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3"/>
            <w:enabled/>
            <w:calcOnExit w:val="0"/>
            <w:textInput>
              <w:default w:val="______________________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______________________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10"/>
      <w:r w:rsidRPr="00393CEA">
        <w:rPr>
          <w:rFonts w:ascii="Arial" w:hAnsi="Arial" w:cs="Arial"/>
          <w:sz w:val="20"/>
          <w:szCs w:val="20"/>
          <w:lang w:val="fr-CH"/>
        </w:rPr>
        <w:tab/>
        <w:t>Pays de naissance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1)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3"/>
            <w:enabled/>
            <w:calcOnExit w:val="0"/>
            <w:textInput>
              <w:default w:val="______________________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______________________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FB4942" w:rsidRPr="00393CEA" w:rsidRDefault="00FB4942" w:rsidP="00E121D8">
      <w:pPr>
        <w:spacing w:before="12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1</w:t>
      </w:r>
      <w:r w:rsidRPr="00393CEA">
        <w:rPr>
          <w:rFonts w:ascii="Arial" w:hAnsi="Arial" w:cs="Arial"/>
          <w:sz w:val="20"/>
          <w:szCs w:val="20"/>
          <w:vertAlign w:val="superscript"/>
          <w:lang w:val="fr-CH"/>
        </w:rPr>
        <w:t>ère</w:t>
      </w:r>
      <w:r w:rsidRPr="00393CEA">
        <w:rPr>
          <w:rFonts w:ascii="Arial" w:hAnsi="Arial" w:cs="Arial"/>
          <w:sz w:val="20"/>
          <w:szCs w:val="20"/>
          <w:lang w:val="fr-CH"/>
        </w:rPr>
        <w:t xml:space="preserve"> langue parlée à la maison</w:t>
      </w:r>
      <w:r w:rsidR="00E121D8">
        <w:rPr>
          <w:rFonts w:ascii="Arial" w:hAnsi="Arial" w:cs="Arial"/>
          <w:sz w:val="20"/>
          <w:szCs w:val="20"/>
          <w:vertAlign w:val="superscript"/>
          <w:lang w:val="fr-CH"/>
        </w:rPr>
        <w:t>2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3"/>
            <w:enabled/>
            <w:calcOnExit w:val="0"/>
            <w:textInput>
              <w:default w:val="______________________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______________________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FB4942" w:rsidRPr="00393CEA" w:rsidRDefault="00FB4942" w:rsidP="00E121D8">
      <w:pPr>
        <w:spacing w:before="12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Frères et sœurs : l’élève est le (rang</w:t>
      </w:r>
      <w:r w:rsidR="00E121D8">
        <w:rPr>
          <w:rFonts w:ascii="Arial" w:hAnsi="Arial" w:cs="Arial"/>
          <w:sz w:val="20"/>
          <w:szCs w:val="20"/>
          <w:vertAlign w:val="superscript"/>
          <w:lang w:val="fr-CH"/>
        </w:rPr>
        <w:t>2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)</w:t>
      </w:r>
      <w:r w:rsidRPr="00393CEA">
        <w:rPr>
          <w:rFonts w:ascii="Arial" w:hAnsi="Arial" w:cs="Arial"/>
          <w:sz w:val="20"/>
          <w:szCs w:val="20"/>
          <w:lang w:val="fr-CH"/>
        </w:rPr>
        <w:t xml:space="preserve">) </w:t>
      </w:r>
      <w:bookmarkStart w:id="11" w:name="Text14"/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4"/>
            <w:enabled/>
            <w:calcOnExit w:val="0"/>
            <w:textInput>
              <w:default w:val="___"/>
              <w:maxLength w:val="3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11"/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 xml:space="preserve">de 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4"/>
            <w:enabled/>
            <w:calcOnExit w:val="0"/>
            <w:textInput>
              <w:default w:val="___"/>
              <w:maxLength w:val="3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enfants</w:t>
      </w:r>
    </w:p>
    <w:p w:rsidR="00FB4942" w:rsidRPr="00393CEA" w:rsidRDefault="00FB4942" w:rsidP="00E121D8">
      <w:pPr>
        <w:spacing w:before="120" w:after="36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Frère/sœur dans le même lycée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 : oui 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"/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12"/>
      <w:r w:rsidR="001B27E0" w:rsidRPr="00393CEA">
        <w:rPr>
          <w:rFonts w:ascii="Arial" w:hAnsi="Arial" w:cs="Arial"/>
          <w:sz w:val="20"/>
          <w:szCs w:val="20"/>
          <w:lang w:val="fr-CH"/>
        </w:rPr>
        <w:t> 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non 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2"/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bookmarkEnd w:id="13"/>
    </w:p>
    <w:p w:rsidR="00FB4942" w:rsidRDefault="00FB4942" w:rsidP="006F6639">
      <w:pPr>
        <w:tabs>
          <w:tab w:val="left" w:pos="5040"/>
        </w:tabs>
        <w:spacing w:before="120" w:after="72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Lycée d’origine</w:t>
      </w:r>
      <w:r w:rsidR="00E121D8">
        <w:rPr>
          <w:rFonts w:ascii="Arial" w:hAnsi="Arial" w:cs="Arial"/>
          <w:sz w:val="20"/>
          <w:szCs w:val="20"/>
          <w:vertAlign w:val="superscript"/>
          <w:lang w:val="fr-CH"/>
        </w:rPr>
        <w:t>2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3"/>
            <w:enabled/>
            <w:calcOnExit w:val="0"/>
            <w:textInput>
              <w:default w:val="______________________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______________________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>Classe d’origine</w:t>
      </w:r>
      <w:r w:rsidR="00E121D8">
        <w:rPr>
          <w:rFonts w:ascii="Arial" w:hAnsi="Arial" w:cs="Arial"/>
          <w:sz w:val="20"/>
          <w:szCs w:val="20"/>
          <w:vertAlign w:val="superscript"/>
          <w:lang w:val="fr-CH"/>
        </w:rPr>
        <w:t>2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)</w:t>
      </w:r>
      <w:r w:rsidRPr="00393CEA">
        <w:rPr>
          <w:rFonts w:ascii="Arial" w:hAnsi="Arial" w:cs="Arial"/>
          <w:sz w:val="20"/>
          <w:szCs w:val="20"/>
          <w:lang w:val="fr-CH"/>
        </w:rPr>
        <w:t> :</w:t>
      </w:r>
      <w:r w:rsidR="001B27E0" w:rsidRPr="00393CEA">
        <w:rPr>
          <w:rFonts w:ascii="Arial" w:hAnsi="Arial" w:cs="Arial"/>
          <w:sz w:val="20"/>
          <w:szCs w:val="20"/>
          <w:lang w:val="fr-CH"/>
        </w:rPr>
        <w:t xml:space="preserve"> 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3"/>
            <w:enabled/>
            <w:calcOnExit w:val="0"/>
            <w:textInput>
              <w:default w:val="______________________"/>
            </w:textInput>
          </w:ffData>
        </w:fldChar>
      </w:r>
      <w:r w:rsidR="001B27E0"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1B27E0" w:rsidRPr="00393CEA">
        <w:rPr>
          <w:rFonts w:ascii="Arial" w:hAnsi="Arial" w:cs="Arial"/>
          <w:sz w:val="20"/>
          <w:szCs w:val="20"/>
          <w:lang w:val="fr-CH"/>
        </w:rPr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="001B27E0" w:rsidRPr="00393CEA">
        <w:rPr>
          <w:rFonts w:ascii="Arial" w:hAnsi="Arial" w:cs="Arial"/>
          <w:noProof/>
          <w:sz w:val="20"/>
          <w:szCs w:val="20"/>
          <w:lang w:val="fr-CH"/>
        </w:rPr>
        <w:t>______________________</w:t>
      </w:r>
      <w:r w:rsidR="001B27E0" w:rsidRPr="00393CEA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052621" w:rsidRPr="00052621" w:rsidRDefault="00E121D8" w:rsidP="00052621">
      <w:pPr>
        <w:spacing w:before="240"/>
        <w:jc w:val="center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b/>
          <w:sz w:val="28"/>
          <w:szCs w:val="28"/>
          <w:lang w:val="fr-CH"/>
        </w:rPr>
        <w:br w:type="page"/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052621" w:rsidRPr="00052621" w:rsidTr="00FF3704">
        <w:tc>
          <w:tcPr>
            <w:tcW w:w="10420" w:type="dxa"/>
          </w:tcPr>
          <w:p w:rsidR="00052621" w:rsidRPr="00052621" w:rsidRDefault="00052621" w:rsidP="00F4702D">
            <w:pPr>
              <w:spacing w:before="240"/>
              <w:jc w:val="center"/>
              <w:rPr>
                <w:rFonts w:ascii="Arial" w:hAnsi="Arial" w:cs="Arial"/>
                <w:b/>
                <w:sz w:val="28"/>
                <w:szCs w:val="28"/>
                <w:lang w:val="fr-CH"/>
              </w:rPr>
            </w:pPr>
            <w:r w:rsidRPr="00052621">
              <w:rPr>
                <w:rFonts w:ascii="Arial" w:hAnsi="Arial" w:cs="Arial"/>
                <w:b/>
                <w:sz w:val="28"/>
                <w:szCs w:val="28"/>
                <w:lang w:val="fr-CH"/>
              </w:rPr>
              <w:t>Données concernant la famille de l’élève</w:t>
            </w:r>
          </w:p>
        </w:tc>
      </w:tr>
    </w:tbl>
    <w:p w:rsidR="00083A7C" w:rsidRPr="00393CEA" w:rsidRDefault="00083A7C" w:rsidP="006F6639">
      <w:pPr>
        <w:pBdr>
          <w:top w:val="dashed" w:sz="4" w:space="1" w:color="auto"/>
        </w:pBdr>
        <w:spacing w:before="360" w:after="240"/>
        <w:rPr>
          <w:rFonts w:ascii="Arial" w:hAnsi="Arial" w:cs="Arial"/>
          <w:b/>
          <w:sz w:val="20"/>
          <w:szCs w:val="20"/>
          <w:lang w:val="fr-CH"/>
        </w:rPr>
      </w:pPr>
      <w:r w:rsidRPr="00393CEA">
        <w:rPr>
          <w:rFonts w:ascii="Arial" w:hAnsi="Arial" w:cs="Arial"/>
          <w:b/>
          <w:sz w:val="20"/>
          <w:szCs w:val="20"/>
          <w:lang w:val="fr-CH"/>
        </w:rPr>
        <w:t>Représentant 1</w:t>
      </w:r>
      <w:r w:rsidR="00E121D8">
        <w:rPr>
          <w:rFonts w:ascii="Arial" w:hAnsi="Arial" w:cs="Arial"/>
          <w:sz w:val="20"/>
          <w:szCs w:val="20"/>
          <w:vertAlign w:val="superscript"/>
          <w:lang w:val="fr-CH"/>
        </w:rPr>
        <w:t>1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)</w:t>
      </w:r>
    </w:p>
    <w:p w:rsidR="00083A7C" w:rsidRPr="00393CEA" w:rsidRDefault="00083A7C" w:rsidP="00052621">
      <w:pPr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 xml:space="preserve">Lien de parenté avec l’élève : </w:t>
      </w:r>
      <w:bookmarkStart w:id="14" w:name="OLE_LINK1"/>
      <w:bookmarkStart w:id="15" w:name="OLE_LINK2"/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435E6"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="00B435E6"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Mère</w:t>
      </w:r>
      <w:r w:rsidR="00A30494" w:rsidRPr="00393CEA">
        <w:rPr>
          <w:rFonts w:ascii="Arial" w:hAnsi="Arial" w:cs="Arial"/>
          <w:sz w:val="20"/>
          <w:szCs w:val="20"/>
          <w:lang w:val="fr-CH"/>
        </w:rPr>
        <w:t> </w:t>
      </w:r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435E6"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="00B435E6"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Père</w:t>
      </w:r>
      <w:r w:rsidR="00A30494" w:rsidRPr="00393CEA">
        <w:rPr>
          <w:rFonts w:ascii="Arial" w:hAnsi="Arial" w:cs="Arial"/>
          <w:sz w:val="20"/>
          <w:szCs w:val="20"/>
          <w:lang w:val="fr-CH"/>
        </w:rPr>
        <w:t> </w:t>
      </w:r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435E6"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="00B435E6"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Tutrice</w:t>
      </w:r>
      <w:r w:rsidR="00A30494" w:rsidRPr="00393CEA">
        <w:rPr>
          <w:rFonts w:ascii="Arial" w:hAnsi="Arial" w:cs="Arial"/>
          <w:sz w:val="20"/>
          <w:szCs w:val="20"/>
          <w:lang w:val="fr-CH"/>
        </w:rPr>
        <w:t> </w:t>
      </w:r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435E6"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="00B435E6"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="00B435E6"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Tuteur</w:t>
      </w:r>
      <w:bookmarkEnd w:id="14"/>
      <w:bookmarkEnd w:id="15"/>
    </w:p>
    <w:p w:rsidR="00A30494" w:rsidRPr="00393CEA" w:rsidRDefault="00A30494" w:rsidP="00052621">
      <w:pPr>
        <w:tabs>
          <w:tab w:val="left" w:pos="504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 xml:space="preserve">Nom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3"/>
            <w:enabled/>
            <w:calcOnExit w:val="0"/>
            <w:textInput>
              <w:default w:val="___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Prénom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A30494" w:rsidRPr="00393CEA" w:rsidRDefault="00A30494" w:rsidP="00052621">
      <w:pPr>
        <w:tabs>
          <w:tab w:val="left" w:pos="1080"/>
          <w:tab w:val="left" w:pos="37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Adresse</w:t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No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4"/>
            <w:enabled/>
            <w:calcOnExit w:val="0"/>
            <w:textInput>
              <w:default w:val="____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Rue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6"/>
            <w:enabled/>
            <w:calcOnExit w:val="0"/>
            <w:textInput>
              <w:default w:val="__________________________________________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__________________________________________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A30494" w:rsidRPr="00393CEA" w:rsidRDefault="00A30494" w:rsidP="00052621">
      <w:pPr>
        <w:tabs>
          <w:tab w:val="left" w:pos="1080"/>
          <w:tab w:val="left" w:pos="37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Code postal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5"/>
            <w:enabled/>
            <w:calcOnExit w:val="0"/>
            <w:textInput>
              <w:default w:val="_______"/>
              <w:maxLength w:val="7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Localité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7"/>
            <w:enabled/>
            <w:calcOnExit w:val="0"/>
            <w:textInput>
              <w:default w:val="_______________________________________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_______________________________________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A30494" w:rsidRPr="00393CEA" w:rsidRDefault="00A30494" w:rsidP="00052621">
      <w:pPr>
        <w:tabs>
          <w:tab w:val="left" w:pos="10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Pays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2A7793" w:rsidRPr="00393CEA" w:rsidRDefault="002A7793" w:rsidP="00052621">
      <w:pPr>
        <w:tabs>
          <w:tab w:val="left" w:pos="3240"/>
          <w:tab w:val="left" w:pos="612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Tél. privé :</w:t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5"/>
            <w:enabled/>
            <w:calcOnExit w:val="0"/>
            <w:textInput>
              <w:default w:val="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>GSM :</w:t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5"/>
            <w:enabled/>
            <w:calcOnExit w:val="0"/>
            <w:textInput>
              <w:default w:val="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>Email :</w:t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 xml:space="preserve"> @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083A7C" w:rsidRPr="00393CEA" w:rsidRDefault="00083A7C" w:rsidP="00052621">
      <w:pPr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Profession :</w:t>
      </w:r>
      <w:r w:rsidR="00A30494">
        <w:rPr>
          <w:rFonts w:ascii="Arial" w:hAnsi="Arial" w:cs="Arial"/>
          <w:sz w:val="20"/>
          <w:szCs w:val="20"/>
          <w:lang w:val="fr-CH"/>
        </w:rPr>
        <w:t xml:space="preserve"> </w:t>
      </w:r>
      <w:r w:rsidR="00A30494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"/>
            </w:textInput>
          </w:ffData>
        </w:fldChar>
      </w:r>
      <w:r w:rsidR="00A30494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A30494">
        <w:rPr>
          <w:rFonts w:ascii="Arial" w:hAnsi="Arial" w:cs="Arial"/>
          <w:sz w:val="20"/>
          <w:szCs w:val="20"/>
          <w:lang w:val="fr-CH"/>
        </w:rPr>
      </w:r>
      <w:r w:rsidR="00A30494">
        <w:rPr>
          <w:rFonts w:ascii="Arial" w:hAnsi="Arial" w:cs="Arial"/>
          <w:sz w:val="20"/>
          <w:szCs w:val="20"/>
          <w:lang w:val="fr-CH"/>
        </w:rPr>
        <w:fldChar w:fldCharType="separate"/>
      </w:r>
      <w:r w:rsidR="00A30494">
        <w:rPr>
          <w:rFonts w:ascii="Arial" w:hAnsi="Arial" w:cs="Arial"/>
          <w:noProof/>
          <w:sz w:val="20"/>
          <w:szCs w:val="20"/>
          <w:lang w:val="fr-CH"/>
        </w:rPr>
        <w:t>______________________________________________</w:t>
      </w:r>
      <w:r w:rsidR="00A30494">
        <w:rPr>
          <w:rFonts w:ascii="Arial" w:hAnsi="Arial" w:cs="Arial"/>
          <w:sz w:val="20"/>
          <w:szCs w:val="20"/>
          <w:lang w:val="fr-CH"/>
        </w:rPr>
        <w:fldChar w:fldCharType="end"/>
      </w:r>
      <w:r w:rsidR="00A30494" w:rsidRPr="00393CEA">
        <w:rPr>
          <w:rFonts w:ascii="Arial" w:hAnsi="Arial" w:cs="Arial"/>
          <w:sz w:val="20"/>
          <w:szCs w:val="20"/>
          <w:lang w:val="fr-CH"/>
        </w:rPr>
        <w:t> </w:t>
      </w:r>
      <w:r w:rsidR="00A30494" w:rsidRPr="00393CEA">
        <w:rPr>
          <w:rFonts w:ascii="Arial" w:hAnsi="Arial" w:cs="Arial"/>
          <w:sz w:val="20"/>
          <w:szCs w:val="20"/>
          <w:lang w:val="fr-CH"/>
        </w:rPr>
        <w:t>Tél. professionnel</w:t>
      </w:r>
      <w:r w:rsidR="00A30494">
        <w:rPr>
          <w:rFonts w:ascii="Arial" w:hAnsi="Arial" w:cs="Arial"/>
          <w:sz w:val="20"/>
          <w:szCs w:val="20"/>
          <w:lang w:val="fr-CH"/>
        </w:rPr>
        <w:t xml:space="preserve"> : </w:t>
      </w:r>
      <w:bookmarkStart w:id="16" w:name="Text15"/>
      <w:r w:rsidR="00A30494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5"/>
            <w:enabled/>
            <w:calcOnExit w:val="0"/>
            <w:textInput>
              <w:default w:val="_________________"/>
            </w:textInput>
          </w:ffData>
        </w:fldChar>
      </w:r>
      <w:r w:rsidR="00A30494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="00A30494">
        <w:rPr>
          <w:rFonts w:ascii="Arial" w:hAnsi="Arial" w:cs="Arial"/>
          <w:sz w:val="20"/>
          <w:szCs w:val="20"/>
          <w:lang w:val="fr-CH"/>
        </w:rPr>
      </w:r>
      <w:r w:rsidR="00A30494">
        <w:rPr>
          <w:rFonts w:ascii="Arial" w:hAnsi="Arial" w:cs="Arial"/>
          <w:sz w:val="20"/>
          <w:szCs w:val="20"/>
          <w:lang w:val="fr-CH"/>
        </w:rPr>
        <w:fldChar w:fldCharType="separate"/>
      </w:r>
      <w:r w:rsidR="00A30494">
        <w:rPr>
          <w:rFonts w:ascii="Arial" w:hAnsi="Arial" w:cs="Arial"/>
          <w:noProof/>
          <w:sz w:val="20"/>
          <w:szCs w:val="20"/>
          <w:lang w:val="fr-CH"/>
        </w:rPr>
        <w:t>_________________</w:t>
      </w:r>
      <w:r w:rsidR="00A30494">
        <w:rPr>
          <w:rFonts w:ascii="Arial" w:hAnsi="Arial" w:cs="Arial"/>
          <w:sz w:val="20"/>
          <w:szCs w:val="20"/>
          <w:lang w:val="fr-CH"/>
        </w:rPr>
        <w:fldChar w:fldCharType="end"/>
      </w:r>
      <w:bookmarkEnd w:id="16"/>
    </w:p>
    <w:p w:rsidR="00044845" w:rsidRPr="00393CEA" w:rsidRDefault="00044845" w:rsidP="006F6639">
      <w:pPr>
        <w:pBdr>
          <w:top w:val="dashed" w:sz="8" w:space="1" w:color="auto"/>
        </w:pBdr>
        <w:spacing w:before="360" w:after="240"/>
        <w:rPr>
          <w:rFonts w:ascii="Arial" w:hAnsi="Arial" w:cs="Arial"/>
          <w:b/>
          <w:sz w:val="20"/>
          <w:szCs w:val="20"/>
          <w:lang w:val="fr-CH"/>
        </w:rPr>
      </w:pPr>
      <w:r w:rsidRPr="00393CEA">
        <w:rPr>
          <w:rFonts w:ascii="Arial" w:hAnsi="Arial" w:cs="Arial"/>
          <w:b/>
          <w:sz w:val="20"/>
          <w:szCs w:val="20"/>
          <w:lang w:val="fr-CH"/>
        </w:rPr>
        <w:t>Représentant 2</w:t>
      </w:r>
      <w:r w:rsidR="00E121D8">
        <w:rPr>
          <w:rFonts w:ascii="Arial" w:hAnsi="Arial" w:cs="Arial"/>
          <w:sz w:val="20"/>
          <w:szCs w:val="20"/>
          <w:vertAlign w:val="superscript"/>
          <w:lang w:val="fr-CH"/>
        </w:rPr>
        <w:t>1</w:t>
      </w:r>
      <w:r w:rsidR="00E121D8" w:rsidRPr="00E121D8">
        <w:rPr>
          <w:rFonts w:ascii="Arial" w:hAnsi="Arial" w:cs="Arial"/>
          <w:sz w:val="20"/>
          <w:szCs w:val="20"/>
          <w:vertAlign w:val="superscript"/>
          <w:lang w:val="fr-CH"/>
        </w:rPr>
        <w:t>)</w:t>
      </w:r>
    </w:p>
    <w:p w:rsidR="00A30494" w:rsidRPr="00393CEA" w:rsidRDefault="00A30494" w:rsidP="00052621">
      <w:pPr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 xml:space="preserve">Lien de parenté avec l’élève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Mère</w:t>
      </w:r>
      <w:r w:rsidRPr="00393CEA">
        <w:rPr>
          <w:rFonts w:ascii="Arial" w:hAnsi="Arial" w:cs="Arial"/>
          <w:sz w:val="20"/>
          <w:szCs w:val="20"/>
          <w:lang w:val="fr-CH"/>
        </w:rPr>
        <w:t> 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Père</w:t>
      </w:r>
      <w:r w:rsidRPr="00393CEA">
        <w:rPr>
          <w:rFonts w:ascii="Arial" w:hAnsi="Arial" w:cs="Arial"/>
          <w:sz w:val="20"/>
          <w:szCs w:val="20"/>
          <w:lang w:val="fr-CH"/>
        </w:rPr>
        <w:t> 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Tutrice</w:t>
      </w:r>
      <w:r w:rsidRPr="00393CEA">
        <w:rPr>
          <w:rFonts w:ascii="Arial" w:hAnsi="Arial" w:cs="Arial"/>
          <w:sz w:val="20"/>
          <w:szCs w:val="20"/>
          <w:lang w:val="fr-CH"/>
        </w:rPr>
        <w:t> 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FORMCHECKBOX </w:instrText>
      </w:r>
      <w:r w:rsidR="00E67B11">
        <w:rPr>
          <w:rFonts w:ascii="Arial" w:hAnsi="Arial" w:cs="Arial"/>
          <w:sz w:val="20"/>
          <w:szCs w:val="20"/>
          <w:lang w:val="fr-CH"/>
        </w:rPr>
      </w:r>
      <w:r w:rsidR="00E67B11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 w:rsidRPr="00393CEA">
        <w:rPr>
          <w:rFonts w:ascii="Arial" w:hAnsi="Arial" w:cs="Arial"/>
          <w:sz w:val="20"/>
          <w:szCs w:val="20"/>
          <w:lang w:val="fr-CH"/>
        </w:rPr>
        <w:t>Tuteur</w:t>
      </w:r>
    </w:p>
    <w:p w:rsidR="00A30494" w:rsidRPr="00393CEA" w:rsidRDefault="00A30494" w:rsidP="00052621">
      <w:pPr>
        <w:tabs>
          <w:tab w:val="left" w:pos="504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 xml:space="preserve">Nom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3"/>
            <w:enabled/>
            <w:calcOnExit w:val="0"/>
            <w:textInput>
              <w:default w:val="___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Prénom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A30494" w:rsidRPr="00393CEA" w:rsidRDefault="00A30494" w:rsidP="00052621">
      <w:pPr>
        <w:tabs>
          <w:tab w:val="left" w:pos="1080"/>
          <w:tab w:val="left" w:pos="37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Adresse</w:t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No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4"/>
            <w:enabled/>
            <w:calcOnExit w:val="0"/>
            <w:textInput>
              <w:default w:val="____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Rue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6"/>
            <w:enabled/>
            <w:calcOnExit w:val="0"/>
            <w:textInput>
              <w:default w:val="__________________________________________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__________________________________________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A30494" w:rsidRPr="00393CEA" w:rsidRDefault="00A30494" w:rsidP="00052621">
      <w:pPr>
        <w:tabs>
          <w:tab w:val="left" w:pos="1080"/>
          <w:tab w:val="left" w:pos="37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Code postal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5"/>
            <w:enabled/>
            <w:calcOnExit w:val="0"/>
            <w:textInput>
              <w:default w:val="_______"/>
              <w:maxLength w:val="7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Localité : 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7"/>
            <w:enabled/>
            <w:calcOnExit w:val="0"/>
            <w:textInput>
              <w:default w:val="_______________________________________"/>
            </w:textInput>
          </w:ffData>
        </w:fldChar>
      </w:r>
      <w:r w:rsidRPr="00393CEA"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 w:rsidRPr="00393CEA">
        <w:rPr>
          <w:rFonts w:ascii="Arial" w:hAnsi="Arial" w:cs="Arial"/>
          <w:sz w:val="20"/>
          <w:szCs w:val="20"/>
          <w:lang w:val="fr-CH"/>
        </w:rPr>
      </w:r>
      <w:r w:rsidRPr="00393CEA">
        <w:rPr>
          <w:rFonts w:ascii="Arial" w:hAnsi="Arial" w:cs="Arial"/>
          <w:sz w:val="20"/>
          <w:szCs w:val="20"/>
          <w:lang w:val="fr-CH"/>
        </w:rPr>
        <w:fldChar w:fldCharType="separate"/>
      </w:r>
      <w:r w:rsidRPr="00393CEA">
        <w:rPr>
          <w:rFonts w:ascii="Arial" w:hAnsi="Arial" w:cs="Arial"/>
          <w:noProof/>
          <w:sz w:val="20"/>
          <w:szCs w:val="20"/>
          <w:lang w:val="fr-CH"/>
        </w:rPr>
        <w:t>_______________________________________</w:t>
      </w:r>
      <w:r w:rsidRPr="00393CEA"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A30494" w:rsidRPr="00393CEA" w:rsidRDefault="00A30494" w:rsidP="00052621">
      <w:pPr>
        <w:tabs>
          <w:tab w:val="left" w:pos="108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ab/>
        <w:t xml:space="preserve">Pays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2A7793" w:rsidRPr="00393CEA" w:rsidRDefault="002A7793" w:rsidP="00052621">
      <w:pPr>
        <w:tabs>
          <w:tab w:val="left" w:pos="3240"/>
          <w:tab w:val="left" w:pos="6120"/>
        </w:tabs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Tél. privé :</w:t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5"/>
            <w:enabled/>
            <w:calcOnExit w:val="0"/>
            <w:textInput>
              <w:default w:val="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>GSM :</w:t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5"/>
            <w:enabled/>
            <w:calcOnExit w:val="0"/>
            <w:textInput>
              <w:default w:val="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ab/>
        <w:t>Email :</w:t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 xml:space="preserve"> @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A30494" w:rsidRPr="00393CEA" w:rsidRDefault="00A30494" w:rsidP="00052621">
      <w:pPr>
        <w:spacing w:before="120" w:after="240"/>
        <w:rPr>
          <w:rFonts w:ascii="Arial" w:hAnsi="Arial" w:cs="Arial"/>
          <w:sz w:val="20"/>
          <w:szCs w:val="20"/>
          <w:lang w:val="fr-CH"/>
        </w:rPr>
      </w:pPr>
      <w:r w:rsidRPr="00393CEA">
        <w:rPr>
          <w:rFonts w:ascii="Arial" w:hAnsi="Arial" w:cs="Arial"/>
          <w:sz w:val="20"/>
          <w:szCs w:val="20"/>
          <w:lang w:val="fr-CH"/>
        </w:rPr>
        <w:t>Profession :</w:t>
      </w:r>
      <w:r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 w:rsidRPr="00393CEA">
        <w:rPr>
          <w:rFonts w:ascii="Arial" w:hAnsi="Arial" w:cs="Arial"/>
          <w:sz w:val="20"/>
          <w:szCs w:val="20"/>
          <w:lang w:val="fr-CH"/>
        </w:rPr>
        <w:t> </w:t>
      </w:r>
      <w:r w:rsidRPr="00393CEA">
        <w:rPr>
          <w:rFonts w:ascii="Arial" w:hAnsi="Arial" w:cs="Arial"/>
          <w:sz w:val="20"/>
          <w:szCs w:val="20"/>
          <w:lang w:val="fr-CH"/>
        </w:rPr>
        <w:t>Tél. professionnel</w:t>
      </w:r>
      <w:r>
        <w:rPr>
          <w:rFonts w:ascii="Arial" w:hAnsi="Arial" w:cs="Arial"/>
          <w:sz w:val="20"/>
          <w:szCs w:val="20"/>
          <w:lang w:val="fr-CH"/>
        </w:rPr>
        <w:t xml:space="preserve">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Text15"/>
            <w:enabled/>
            <w:calcOnExit w:val="0"/>
            <w:textInput>
              <w:default w:val="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6F6639" w:rsidRDefault="006F6639" w:rsidP="00FF3704">
      <w:pPr>
        <w:pBdr>
          <w:top w:val="single" w:sz="12" w:space="1" w:color="auto"/>
        </w:pBdr>
        <w:tabs>
          <w:tab w:val="left" w:pos="5040"/>
        </w:tabs>
        <w:spacing w:before="360"/>
        <w:rPr>
          <w:rFonts w:ascii="Arial" w:hAnsi="Arial" w:cs="Arial"/>
          <w:sz w:val="20"/>
          <w:szCs w:val="20"/>
          <w:lang w:val="fr-CH"/>
        </w:rPr>
      </w:pPr>
    </w:p>
    <w:p w:rsidR="00846987" w:rsidRDefault="00846987" w:rsidP="006F6639">
      <w:pPr>
        <w:tabs>
          <w:tab w:val="left" w:pos="5040"/>
        </w:tabs>
        <w:spacing w:before="720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Lieu : </w:t>
      </w:r>
      <w:bookmarkStart w:id="17" w:name="OLE_LINK3"/>
      <w:bookmarkStart w:id="18" w:name="OLE_LINK4"/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bookmarkEnd w:id="17"/>
      <w:bookmarkEnd w:id="18"/>
      <w:r>
        <w:rPr>
          <w:rFonts w:ascii="Arial" w:hAnsi="Arial" w:cs="Arial"/>
          <w:sz w:val="20"/>
          <w:szCs w:val="20"/>
          <w:lang w:val="fr-CH"/>
        </w:rPr>
        <w:tab/>
        <w:t xml:space="preserve">Date : </w:t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846987" w:rsidRDefault="00E346E6" w:rsidP="00F64926">
      <w:pPr>
        <w:tabs>
          <w:tab w:val="center" w:pos="2340"/>
          <w:tab w:val="center" w:pos="7380"/>
        </w:tabs>
        <w:spacing w:before="360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ab/>
      </w:r>
      <w:r w:rsidR="00846987">
        <w:rPr>
          <w:rFonts w:ascii="Arial" w:hAnsi="Arial" w:cs="Arial"/>
          <w:sz w:val="20"/>
          <w:szCs w:val="20"/>
          <w:lang w:val="fr-CH"/>
        </w:rPr>
        <w:t>Signature de l’élève</w:t>
      </w:r>
      <w:r w:rsidR="00846987">
        <w:rPr>
          <w:rFonts w:ascii="Arial" w:hAnsi="Arial" w:cs="Arial"/>
          <w:sz w:val="20"/>
          <w:szCs w:val="20"/>
          <w:lang w:val="fr-CH"/>
        </w:rPr>
        <w:tab/>
        <w:t>Signature de la personne investie du droit d’éducation</w:t>
      </w:r>
    </w:p>
    <w:p w:rsidR="00E346E6" w:rsidRDefault="00E346E6" w:rsidP="006F6639">
      <w:pPr>
        <w:tabs>
          <w:tab w:val="center" w:pos="2340"/>
          <w:tab w:val="center" w:pos="7380"/>
        </w:tabs>
        <w:spacing w:before="720" w:after="480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ab/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  <w:r>
        <w:rPr>
          <w:rFonts w:ascii="Arial" w:hAnsi="Arial" w:cs="Arial"/>
          <w:sz w:val="20"/>
          <w:szCs w:val="20"/>
          <w:lang w:val="fr-CH"/>
        </w:rPr>
        <w:tab/>
      </w:r>
      <w:r>
        <w:rPr>
          <w:rFonts w:ascii="Arial" w:hAnsi="Arial" w:cs="Arial"/>
          <w:sz w:val="20"/>
          <w:szCs w:val="20"/>
          <w:lang w:val="fr-CH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>
        <w:rPr>
          <w:rFonts w:ascii="Arial" w:hAnsi="Arial" w:cs="Arial"/>
          <w:sz w:val="20"/>
          <w:szCs w:val="20"/>
          <w:lang w:val="fr-CH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fr-CH"/>
        </w:rPr>
      </w:r>
      <w:r>
        <w:rPr>
          <w:rFonts w:ascii="Arial" w:hAnsi="Arial" w:cs="Arial"/>
          <w:sz w:val="20"/>
          <w:szCs w:val="20"/>
          <w:lang w:val="fr-CH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fr-CH"/>
        </w:rPr>
        <w:t>_________________________________</w:t>
      </w:r>
      <w:r>
        <w:rPr>
          <w:rFonts w:ascii="Arial" w:hAnsi="Arial" w:cs="Arial"/>
          <w:sz w:val="20"/>
          <w:szCs w:val="20"/>
          <w:lang w:val="fr-CH"/>
        </w:rPr>
        <w:fldChar w:fldCharType="end"/>
      </w:r>
    </w:p>
    <w:p w:rsidR="00E121D8" w:rsidRDefault="00E121D8" w:rsidP="00FF3704">
      <w:pPr>
        <w:pBdr>
          <w:bottom w:val="single" w:sz="12" w:space="1" w:color="auto"/>
        </w:pBdr>
        <w:tabs>
          <w:tab w:val="left" w:pos="540"/>
        </w:tabs>
        <w:ind w:left="540" w:hanging="540"/>
        <w:rPr>
          <w:rFonts w:ascii="Arial" w:hAnsi="Arial" w:cs="Arial"/>
          <w:sz w:val="16"/>
          <w:szCs w:val="16"/>
        </w:rPr>
      </w:pPr>
    </w:p>
    <w:p w:rsidR="00E121D8" w:rsidRPr="00E121D8" w:rsidRDefault="00E121D8" w:rsidP="00052621">
      <w:pPr>
        <w:tabs>
          <w:tab w:val="left" w:pos="540"/>
        </w:tabs>
        <w:spacing w:before="120" w:after="60"/>
        <w:ind w:left="539" w:hanging="539"/>
        <w:rPr>
          <w:rFonts w:ascii="Arial" w:hAnsi="Arial" w:cs="Arial"/>
          <w:sz w:val="16"/>
          <w:szCs w:val="16"/>
        </w:rPr>
      </w:pPr>
      <w:r w:rsidRPr="00E121D8">
        <w:rPr>
          <w:rFonts w:ascii="Arial" w:hAnsi="Arial" w:cs="Arial"/>
          <w:sz w:val="16"/>
          <w:szCs w:val="16"/>
        </w:rPr>
        <w:t>1)</w:t>
      </w:r>
      <w:r w:rsidRPr="00E121D8">
        <w:rPr>
          <w:rFonts w:ascii="Arial" w:hAnsi="Arial" w:cs="Arial"/>
          <w:sz w:val="16"/>
          <w:szCs w:val="16"/>
        </w:rPr>
        <w:tab/>
        <w:t>Données recueillies en vertu de l'article 3 (2) de la loi relative aux traitements de données à caractère personnel concernant les élèves.</w:t>
      </w:r>
      <w:r w:rsidRPr="00E121D8">
        <w:rPr>
          <w:rFonts w:ascii="Arial" w:hAnsi="Arial" w:cs="Arial"/>
          <w:sz w:val="16"/>
          <w:szCs w:val="16"/>
        </w:rPr>
        <w:br/>
      </w:r>
      <w:r w:rsidRPr="00E121D8">
        <w:rPr>
          <w:rFonts w:ascii="Arial" w:hAnsi="Arial" w:cs="Arial"/>
          <w:sz w:val="16"/>
          <w:szCs w:val="16"/>
          <w:u w:val="single"/>
        </w:rPr>
        <w:t>Finalité :</w:t>
      </w:r>
      <w:r w:rsidRPr="00E121D8">
        <w:rPr>
          <w:rFonts w:ascii="Arial" w:hAnsi="Arial" w:cs="Arial"/>
          <w:sz w:val="16"/>
          <w:szCs w:val="16"/>
        </w:rPr>
        <w:t xml:space="preserve"> Organisation et fonctionnement de l'école.</w:t>
      </w:r>
    </w:p>
    <w:p w:rsidR="00E121D8" w:rsidRPr="00E121D8" w:rsidRDefault="00E121D8" w:rsidP="00052621">
      <w:pPr>
        <w:tabs>
          <w:tab w:val="left" w:pos="540"/>
        </w:tabs>
        <w:spacing w:after="60"/>
        <w:ind w:left="539" w:hanging="53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2)</w:t>
      </w:r>
      <w:r>
        <w:rPr>
          <w:rFonts w:ascii="Arial" w:hAnsi="Arial" w:cs="Arial"/>
          <w:sz w:val="16"/>
          <w:szCs w:val="16"/>
        </w:rPr>
        <w:tab/>
      </w:r>
      <w:r w:rsidRPr="00E121D8">
        <w:rPr>
          <w:rFonts w:ascii="Arial" w:hAnsi="Arial" w:cs="Arial"/>
          <w:sz w:val="16"/>
          <w:szCs w:val="16"/>
        </w:rPr>
        <w:t>Données recueillies en vertu de l'article 3 (3) de la loi précitée.</w:t>
      </w:r>
      <w:r>
        <w:rPr>
          <w:rFonts w:ascii="Arial" w:hAnsi="Arial" w:cs="Arial"/>
          <w:sz w:val="16"/>
          <w:szCs w:val="16"/>
        </w:rPr>
        <w:br/>
      </w:r>
      <w:r w:rsidRPr="00E121D8">
        <w:rPr>
          <w:rFonts w:ascii="Arial" w:hAnsi="Arial" w:cs="Arial"/>
          <w:sz w:val="16"/>
          <w:szCs w:val="16"/>
          <w:u w:val="single"/>
        </w:rPr>
        <w:t>Finalité :</w:t>
      </w:r>
      <w:r w:rsidRPr="00E121D8">
        <w:rPr>
          <w:rFonts w:ascii="Arial" w:hAnsi="Arial" w:cs="Arial"/>
          <w:sz w:val="16"/>
          <w:szCs w:val="16"/>
        </w:rPr>
        <w:t xml:space="preserve"> Analyses et recherches à des fins de planification et d'évaluation de la qualité de l'enseignement après dépersonnalisation des données afférentes.</w:t>
      </w:r>
    </w:p>
    <w:p w:rsidR="00E121D8" w:rsidRPr="00E121D8" w:rsidRDefault="00E121D8" w:rsidP="00E121D8">
      <w:pPr>
        <w:rPr>
          <w:rFonts w:ascii="Arial" w:hAnsi="Arial" w:cs="Arial"/>
          <w:sz w:val="16"/>
          <w:szCs w:val="16"/>
        </w:rPr>
      </w:pPr>
      <w:r w:rsidRPr="00E121D8">
        <w:rPr>
          <w:rFonts w:ascii="Arial" w:hAnsi="Arial" w:cs="Arial"/>
          <w:sz w:val="16"/>
          <w:szCs w:val="16"/>
        </w:rPr>
        <w:t>Les parents ont un droit d'accès aux données traitées et bénéficient d'un droit de rectification des données. Dans ce cas, il y a lieu de s'adresser au service de l'enseignement secondaire et secondaire technique du ministère.</w:t>
      </w:r>
    </w:p>
    <w:p w:rsidR="00E121D8" w:rsidRPr="00E121D8" w:rsidRDefault="00E121D8" w:rsidP="00E121D8">
      <w:pPr>
        <w:rPr>
          <w:rFonts w:ascii="Arial" w:hAnsi="Arial" w:cs="Arial"/>
          <w:sz w:val="16"/>
          <w:szCs w:val="16"/>
        </w:rPr>
      </w:pPr>
      <w:r w:rsidRPr="00E121D8">
        <w:rPr>
          <w:rFonts w:ascii="Arial" w:hAnsi="Arial" w:cs="Arial"/>
          <w:sz w:val="16"/>
          <w:szCs w:val="16"/>
        </w:rPr>
        <w:t>Le refus de fournir les données obligatoires est passible d'une amende de 25 à 250 € en vertu de l'article 9 de la loi.</w:t>
      </w:r>
    </w:p>
    <w:sectPr w:rsidR="00E121D8" w:rsidRPr="00E121D8" w:rsidSect="00052621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B11" w:rsidRDefault="00E67B11">
      <w:r>
        <w:separator/>
      </w:r>
    </w:p>
  </w:endnote>
  <w:endnote w:type="continuationSeparator" w:id="0">
    <w:p w:rsidR="00E67B11" w:rsidRDefault="00E6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B11" w:rsidRDefault="00E67B11">
      <w:r>
        <w:separator/>
      </w:r>
    </w:p>
  </w:footnote>
  <w:footnote w:type="continuationSeparator" w:id="0">
    <w:p w:rsidR="00E67B11" w:rsidRDefault="00E67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5E"/>
    <w:rsid w:val="00017E52"/>
    <w:rsid w:val="000353EB"/>
    <w:rsid w:val="00044845"/>
    <w:rsid w:val="00050385"/>
    <w:rsid w:val="00052621"/>
    <w:rsid w:val="00070816"/>
    <w:rsid w:val="00072E6D"/>
    <w:rsid w:val="00075044"/>
    <w:rsid w:val="00083A7C"/>
    <w:rsid w:val="00086BF1"/>
    <w:rsid w:val="00092016"/>
    <w:rsid w:val="00096970"/>
    <w:rsid w:val="00097836"/>
    <w:rsid w:val="000B7D4C"/>
    <w:rsid w:val="000D09E7"/>
    <w:rsid w:val="0010139C"/>
    <w:rsid w:val="0012223F"/>
    <w:rsid w:val="00123725"/>
    <w:rsid w:val="00126FD9"/>
    <w:rsid w:val="0013284B"/>
    <w:rsid w:val="0014545E"/>
    <w:rsid w:val="0015510A"/>
    <w:rsid w:val="00155AC4"/>
    <w:rsid w:val="00173432"/>
    <w:rsid w:val="00184A8F"/>
    <w:rsid w:val="00191629"/>
    <w:rsid w:val="001A2459"/>
    <w:rsid w:val="001A5D93"/>
    <w:rsid w:val="001B27E0"/>
    <w:rsid w:val="001C4218"/>
    <w:rsid w:val="001D51D2"/>
    <w:rsid w:val="001F4714"/>
    <w:rsid w:val="0021029F"/>
    <w:rsid w:val="002129CB"/>
    <w:rsid w:val="00215055"/>
    <w:rsid w:val="00215E29"/>
    <w:rsid w:val="002176AC"/>
    <w:rsid w:val="002230FB"/>
    <w:rsid w:val="002249FB"/>
    <w:rsid w:val="0025749D"/>
    <w:rsid w:val="0028278C"/>
    <w:rsid w:val="00290D83"/>
    <w:rsid w:val="002A7793"/>
    <w:rsid w:val="002D0C6F"/>
    <w:rsid w:val="002E7B28"/>
    <w:rsid w:val="002F0538"/>
    <w:rsid w:val="002F15E8"/>
    <w:rsid w:val="002F2F62"/>
    <w:rsid w:val="002F58CF"/>
    <w:rsid w:val="00312ADF"/>
    <w:rsid w:val="003217F0"/>
    <w:rsid w:val="00345203"/>
    <w:rsid w:val="0037621E"/>
    <w:rsid w:val="003861AD"/>
    <w:rsid w:val="00393CEA"/>
    <w:rsid w:val="003A261A"/>
    <w:rsid w:val="003A2759"/>
    <w:rsid w:val="003A3568"/>
    <w:rsid w:val="003D49F4"/>
    <w:rsid w:val="00406210"/>
    <w:rsid w:val="00433C9D"/>
    <w:rsid w:val="00445274"/>
    <w:rsid w:val="00445369"/>
    <w:rsid w:val="00450995"/>
    <w:rsid w:val="00452352"/>
    <w:rsid w:val="00471E4F"/>
    <w:rsid w:val="00472A20"/>
    <w:rsid w:val="00482B31"/>
    <w:rsid w:val="004C46BE"/>
    <w:rsid w:val="00502FC4"/>
    <w:rsid w:val="00515BB4"/>
    <w:rsid w:val="00527CC7"/>
    <w:rsid w:val="0053110A"/>
    <w:rsid w:val="0053607C"/>
    <w:rsid w:val="00594193"/>
    <w:rsid w:val="005A2116"/>
    <w:rsid w:val="005B5602"/>
    <w:rsid w:val="005C2799"/>
    <w:rsid w:val="005D6816"/>
    <w:rsid w:val="005E199A"/>
    <w:rsid w:val="005E4AB5"/>
    <w:rsid w:val="00625062"/>
    <w:rsid w:val="0063083A"/>
    <w:rsid w:val="0063210E"/>
    <w:rsid w:val="00646E87"/>
    <w:rsid w:val="0067323A"/>
    <w:rsid w:val="00675AFF"/>
    <w:rsid w:val="006953FC"/>
    <w:rsid w:val="00697294"/>
    <w:rsid w:val="006A531D"/>
    <w:rsid w:val="006B24B5"/>
    <w:rsid w:val="006C5BAF"/>
    <w:rsid w:val="006E0EFC"/>
    <w:rsid w:val="006E655D"/>
    <w:rsid w:val="006F046A"/>
    <w:rsid w:val="006F3B08"/>
    <w:rsid w:val="006F6639"/>
    <w:rsid w:val="006F7CD8"/>
    <w:rsid w:val="0071055F"/>
    <w:rsid w:val="00710BE5"/>
    <w:rsid w:val="00735F47"/>
    <w:rsid w:val="0075709F"/>
    <w:rsid w:val="00760736"/>
    <w:rsid w:val="00761D24"/>
    <w:rsid w:val="00762A0B"/>
    <w:rsid w:val="0077036C"/>
    <w:rsid w:val="00797564"/>
    <w:rsid w:val="007A4E55"/>
    <w:rsid w:val="007A521D"/>
    <w:rsid w:val="007C3DA9"/>
    <w:rsid w:val="007D4A8D"/>
    <w:rsid w:val="007E6F39"/>
    <w:rsid w:val="0080225D"/>
    <w:rsid w:val="00814200"/>
    <w:rsid w:val="00832273"/>
    <w:rsid w:val="00834625"/>
    <w:rsid w:val="00846987"/>
    <w:rsid w:val="00851392"/>
    <w:rsid w:val="0088626F"/>
    <w:rsid w:val="008A7CD0"/>
    <w:rsid w:val="008B752A"/>
    <w:rsid w:val="008C1BAE"/>
    <w:rsid w:val="008E6B18"/>
    <w:rsid w:val="00956A56"/>
    <w:rsid w:val="00996C8A"/>
    <w:rsid w:val="00997196"/>
    <w:rsid w:val="009A1A07"/>
    <w:rsid w:val="009B572A"/>
    <w:rsid w:val="009C6050"/>
    <w:rsid w:val="009D3BCE"/>
    <w:rsid w:val="009F297A"/>
    <w:rsid w:val="00A04790"/>
    <w:rsid w:val="00A27763"/>
    <w:rsid w:val="00A30494"/>
    <w:rsid w:val="00A45A82"/>
    <w:rsid w:val="00A6069C"/>
    <w:rsid w:val="00A66AA6"/>
    <w:rsid w:val="00AA4A70"/>
    <w:rsid w:val="00AE0429"/>
    <w:rsid w:val="00AE4A91"/>
    <w:rsid w:val="00B1356C"/>
    <w:rsid w:val="00B22BCD"/>
    <w:rsid w:val="00B2594B"/>
    <w:rsid w:val="00B260A4"/>
    <w:rsid w:val="00B33B9D"/>
    <w:rsid w:val="00B435E6"/>
    <w:rsid w:val="00B46271"/>
    <w:rsid w:val="00B5034E"/>
    <w:rsid w:val="00B506FE"/>
    <w:rsid w:val="00B571AD"/>
    <w:rsid w:val="00B76091"/>
    <w:rsid w:val="00B84528"/>
    <w:rsid w:val="00B94775"/>
    <w:rsid w:val="00BA40DD"/>
    <w:rsid w:val="00BB0120"/>
    <w:rsid w:val="00BD11A0"/>
    <w:rsid w:val="00BD3AEF"/>
    <w:rsid w:val="00BE6C23"/>
    <w:rsid w:val="00C10995"/>
    <w:rsid w:val="00C13EFD"/>
    <w:rsid w:val="00C2506C"/>
    <w:rsid w:val="00C373A3"/>
    <w:rsid w:val="00C7442D"/>
    <w:rsid w:val="00C81C7B"/>
    <w:rsid w:val="00CC6176"/>
    <w:rsid w:val="00CD0CA2"/>
    <w:rsid w:val="00CD4DB2"/>
    <w:rsid w:val="00CD78AA"/>
    <w:rsid w:val="00CE2E0F"/>
    <w:rsid w:val="00CE71BD"/>
    <w:rsid w:val="00D03022"/>
    <w:rsid w:val="00D1767D"/>
    <w:rsid w:val="00D17988"/>
    <w:rsid w:val="00D20680"/>
    <w:rsid w:val="00D3078A"/>
    <w:rsid w:val="00D30A9D"/>
    <w:rsid w:val="00D371BE"/>
    <w:rsid w:val="00D52664"/>
    <w:rsid w:val="00D70ED0"/>
    <w:rsid w:val="00D9246F"/>
    <w:rsid w:val="00D92EFA"/>
    <w:rsid w:val="00D96635"/>
    <w:rsid w:val="00D96654"/>
    <w:rsid w:val="00DA51F9"/>
    <w:rsid w:val="00DD0AB7"/>
    <w:rsid w:val="00DD3FD9"/>
    <w:rsid w:val="00DF42DD"/>
    <w:rsid w:val="00DF56A6"/>
    <w:rsid w:val="00E121D8"/>
    <w:rsid w:val="00E1743F"/>
    <w:rsid w:val="00E20616"/>
    <w:rsid w:val="00E25854"/>
    <w:rsid w:val="00E346E6"/>
    <w:rsid w:val="00E409D4"/>
    <w:rsid w:val="00E45129"/>
    <w:rsid w:val="00E4577A"/>
    <w:rsid w:val="00E54638"/>
    <w:rsid w:val="00E67B11"/>
    <w:rsid w:val="00E8030B"/>
    <w:rsid w:val="00E830D6"/>
    <w:rsid w:val="00E95404"/>
    <w:rsid w:val="00EA6441"/>
    <w:rsid w:val="00EB7E4B"/>
    <w:rsid w:val="00ED14BC"/>
    <w:rsid w:val="00ED6105"/>
    <w:rsid w:val="00F01C11"/>
    <w:rsid w:val="00F2106D"/>
    <w:rsid w:val="00F2571E"/>
    <w:rsid w:val="00F4702D"/>
    <w:rsid w:val="00F512A9"/>
    <w:rsid w:val="00F64926"/>
    <w:rsid w:val="00F830D9"/>
    <w:rsid w:val="00F95030"/>
    <w:rsid w:val="00F96BEB"/>
    <w:rsid w:val="00FA09D4"/>
    <w:rsid w:val="00FB2DA1"/>
    <w:rsid w:val="00FB4942"/>
    <w:rsid w:val="00FC675A"/>
    <w:rsid w:val="00FD6698"/>
    <w:rsid w:val="00FE17F8"/>
    <w:rsid w:val="00FE6E15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B9C58-34E0-4EC2-A0E2-4849360A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494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4545E"/>
    <w:rPr>
      <w:color w:val="0000FF"/>
      <w:u w:val="single"/>
    </w:rPr>
  </w:style>
  <w:style w:type="paragraph" w:styleId="BalloonText">
    <w:name w:val="Balloon Text"/>
    <w:basedOn w:val="Normal"/>
    <w:semiHidden/>
    <w:rsid w:val="004062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70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121D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121D8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C782D-0063-4583-BE2A-987DF150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3EE07034</Template>
  <TotalTime>0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Athénée de Luxembourg</vt:lpstr>
    </vt:vector>
  </TitlesOfParts>
  <Company>Athénée de Luxembourg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Athénée de Luxembourg</dc:title>
  <dc:subject/>
  <dc:creator>thipa174</dc:creator>
  <cp:keywords/>
  <dc:description/>
  <cp:lastModifiedBy>AL</cp:lastModifiedBy>
  <cp:revision>2</cp:revision>
  <cp:lastPrinted>2017-03-08T12:49:00Z</cp:lastPrinted>
  <dcterms:created xsi:type="dcterms:W3CDTF">2017-03-08T12:52:00Z</dcterms:created>
  <dcterms:modified xsi:type="dcterms:W3CDTF">2017-03-08T12:52:00Z</dcterms:modified>
</cp:coreProperties>
</file>